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2C6" w:rsidRDefault="00F95DC5" w:rsidP="002142C6">
      <w:pPr>
        <w:pStyle w:val="Styl14"/>
        <w:framePr w:w="4283" w:h="1985" w:hRule="exact" w:wrap="notBeside" w:vAnchor="page" w:hAnchor="page" w:x="3938" w:y="1598" w:anchorLock="1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Bílovka v Bílovci km 11,260-11,50, </w:t>
      </w:r>
      <w:r>
        <w:rPr>
          <w:b/>
          <w:bCs/>
          <w:sz w:val="20"/>
          <w:szCs w:val="20"/>
        </w:rPr>
        <w:br/>
        <w:t>DP</w:t>
      </w:r>
      <w:r w:rsidR="00E72DC1">
        <w:rPr>
          <w:b/>
          <w:bCs/>
          <w:sz w:val="20"/>
          <w:szCs w:val="20"/>
        </w:rPr>
        <w:t>S</w:t>
      </w:r>
      <w:r w:rsidR="007D1F96">
        <w:rPr>
          <w:b/>
          <w:bCs/>
          <w:sz w:val="20"/>
          <w:szCs w:val="20"/>
        </w:rPr>
        <w:t xml:space="preserve"> </w:t>
      </w:r>
    </w:p>
    <w:p w:rsidR="00DA22F6" w:rsidRPr="004F7C24" w:rsidRDefault="00CA5498" w:rsidP="002142C6">
      <w:pPr>
        <w:pStyle w:val="Styl14"/>
        <w:framePr w:w="4283" w:h="1985" w:hRule="exact" w:wrap="notBeside" w:vAnchor="page" w:hAnchor="page" w:x="3938" w:y="1598" w:anchorLock="1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Prosinec</w:t>
      </w:r>
      <w:bookmarkStart w:id="0" w:name="_GoBack"/>
      <w:bookmarkEnd w:id="0"/>
      <w:r w:rsidR="00E72DC1" w:rsidRPr="0026311B">
        <w:rPr>
          <w:bCs/>
          <w:sz w:val="20"/>
          <w:szCs w:val="20"/>
        </w:rPr>
        <w:t xml:space="preserve"> 2020</w:t>
      </w:r>
    </w:p>
    <w:p w:rsidR="002142C6" w:rsidRDefault="002142C6" w:rsidP="002142C6">
      <w:pPr>
        <w:pStyle w:val="Normln8"/>
        <w:framePr w:w="4283" w:h="1985" w:hRule="exact" w:wrap="notBeside" w:vAnchor="page" w:hAnchor="page" w:x="3938" w:y="1598" w:anchorLock="1"/>
        <w:rPr>
          <w:b/>
          <w:bCs/>
        </w:rPr>
      </w:pP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CA5498" w:rsidP="002142C6">
      <w:pPr>
        <w:framePr w:w="4283" w:h="1985" w:hRule="exact" w:wrap="notBeside" w:vAnchor="page" w:hAnchor="page" w:x="3938" w:y="1598" w:anchorLock="1"/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58.85pt;margin-top:175.8pt;width:135.15pt;height:81pt;z-index:1;mso-position-horizontal-relative:page;mso-position-vertical-relative:page" filled="f" stroked="f">
            <v:textbox style="mso-next-textbox:#_x0000_s1028">
              <w:txbxContent>
                <w:p w:rsidR="004E6A7C" w:rsidRPr="00772409" w:rsidRDefault="004E6A7C" w:rsidP="004E6A7C">
                  <w:pPr>
                    <w:pStyle w:val="Normln8"/>
                    <w:rPr>
                      <w:b/>
                      <w:i w:val="0"/>
                      <w:sz w:val="14"/>
                      <w:szCs w:val="14"/>
                    </w:rPr>
                  </w:pPr>
                  <w:r w:rsidRPr="00772409">
                    <w:rPr>
                      <w:b/>
                      <w:i w:val="0"/>
                      <w:sz w:val="14"/>
                      <w:szCs w:val="14"/>
                    </w:rPr>
                    <w:t>Zhotovitel:</w:t>
                  </w:r>
                </w:p>
                <w:p w:rsidR="00A55314" w:rsidRDefault="00A55314" w:rsidP="004E6A7C">
                  <w:pPr>
                    <w:pStyle w:val="Normln8"/>
                    <w:rPr>
                      <w:i w:val="0"/>
                      <w:sz w:val="14"/>
                      <w:szCs w:val="14"/>
                    </w:rPr>
                  </w:pPr>
                  <w:r>
                    <w:rPr>
                      <w:i w:val="0"/>
                      <w:sz w:val="14"/>
                      <w:szCs w:val="14"/>
                    </w:rPr>
                    <w:t>Golik VH, s. r. o.</w:t>
                  </w:r>
                </w:p>
                <w:p w:rsidR="004E6A7C" w:rsidRPr="00772409" w:rsidRDefault="004E6A7C" w:rsidP="004E6A7C">
                  <w:pPr>
                    <w:pStyle w:val="Normln8"/>
                    <w:rPr>
                      <w:i w:val="0"/>
                      <w:sz w:val="14"/>
                      <w:szCs w:val="14"/>
                    </w:rPr>
                  </w:pPr>
                  <w:r w:rsidRPr="00772409">
                    <w:rPr>
                      <w:i w:val="0"/>
                      <w:sz w:val="14"/>
                      <w:szCs w:val="14"/>
                    </w:rPr>
                    <w:t>Ing. Pavel Golík, Ph. D.</w:t>
                  </w:r>
                </w:p>
                <w:p w:rsidR="00772409" w:rsidRPr="00772409" w:rsidRDefault="00772409" w:rsidP="004E6A7C">
                  <w:pPr>
                    <w:pStyle w:val="Normln8"/>
                    <w:rPr>
                      <w:i w:val="0"/>
                      <w:sz w:val="14"/>
                      <w:szCs w:val="14"/>
                    </w:rPr>
                  </w:pPr>
                  <w:r w:rsidRPr="00772409">
                    <w:rPr>
                      <w:i w:val="0"/>
                      <w:sz w:val="14"/>
                      <w:szCs w:val="14"/>
                    </w:rPr>
                    <w:t>Babice nad Svitavou 162</w:t>
                  </w:r>
                </w:p>
                <w:p w:rsidR="004E6A7C" w:rsidRPr="00772409" w:rsidRDefault="004E6A7C" w:rsidP="004E6A7C">
                  <w:pPr>
                    <w:pStyle w:val="Normln8"/>
                    <w:rPr>
                      <w:i w:val="0"/>
                      <w:sz w:val="14"/>
                      <w:szCs w:val="14"/>
                    </w:rPr>
                  </w:pPr>
                  <w:r w:rsidRPr="00772409">
                    <w:rPr>
                      <w:i w:val="0"/>
                      <w:sz w:val="14"/>
                      <w:szCs w:val="14"/>
                    </w:rPr>
                    <w:t>664 01</w:t>
                  </w:r>
                </w:p>
                <w:p w:rsidR="004E6A7C" w:rsidRPr="00127B9E" w:rsidRDefault="004E6A7C" w:rsidP="004E6A7C">
                  <w:pPr>
                    <w:pStyle w:val="Normln8"/>
                    <w:rPr>
                      <w:i w:val="0"/>
                      <w:color w:val="0000FF"/>
                      <w:sz w:val="14"/>
                      <w:szCs w:val="14"/>
                      <w:u w:val="single"/>
                    </w:rPr>
                  </w:pPr>
                  <w:r w:rsidRPr="00127B9E">
                    <w:rPr>
                      <w:i w:val="0"/>
                      <w:color w:val="0000FF"/>
                      <w:sz w:val="14"/>
                      <w:szCs w:val="14"/>
                      <w:u w:val="single"/>
                    </w:rPr>
                    <w:t>golik@golikvh.cz</w:t>
                  </w:r>
                </w:p>
                <w:p w:rsidR="004E6A7C" w:rsidRPr="00772409" w:rsidRDefault="00231E21" w:rsidP="004E6A7C">
                  <w:pPr>
                    <w:pStyle w:val="Normln8"/>
                    <w:rPr>
                      <w:i w:val="0"/>
                      <w:sz w:val="14"/>
                      <w:szCs w:val="14"/>
                    </w:rPr>
                  </w:pPr>
                  <w:r w:rsidRPr="00231E21">
                    <w:rPr>
                      <w:i w:val="0"/>
                      <w:sz w:val="14"/>
                      <w:szCs w:val="14"/>
                    </w:rPr>
                    <w:t>734 136</w:t>
                  </w:r>
                  <w:r w:rsidR="003C3698">
                    <w:rPr>
                      <w:i w:val="0"/>
                      <w:sz w:val="14"/>
                      <w:szCs w:val="14"/>
                    </w:rPr>
                    <w:t> </w:t>
                  </w:r>
                  <w:r w:rsidRPr="00231E21">
                    <w:rPr>
                      <w:i w:val="0"/>
                      <w:sz w:val="14"/>
                      <w:szCs w:val="14"/>
                    </w:rPr>
                    <w:t>339</w:t>
                  </w:r>
                </w:p>
                <w:p w:rsidR="003C3698" w:rsidRDefault="003C3698" w:rsidP="004E6A7C">
                  <w:pPr>
                    <w:pStyle w:val="Normln8"/>
                    <w:rPr>
                      <w:i w:val="0"/>
                      <w:sz w:val="14"/>
                      <w:szCs w:val="14"/>
                    </w:rPr>
                  </w:pPr>
                </w:p>
                <w:p w:rsidR="004E6A7C" w:rsidRPr="00772409" w:rsidRDefault="004E6A7C" w:rsidP="004E6A7C">
                  <w:pPr>
                    <w:pStyle w:val="Normln8"/>
                    <w:rPr>
                      <w:i w:val="0"/>
                      <w:sz w:val="14"/>
                      <w:szCs w:val="14"/>
                    </w:rPr>
                  </w:pPr>
                  <w:r w:rsidRPr="00772409">
                    <w:rPr>
                      <w:i w:val="0"/>
                      <w:sz w:val="14"/>
                      <w:szCs w:val="14"/>
                    </w:rPr>
                    <w:t xml:space="preserve">IČ: </w:t>
                  </w:r>
                  <w:r w:rsidR="00A55314">
                    <w:rPr>
                      <w:i w:val="0"/>
                      <w:sz w:val="14"/>
                      <w:szCs w:val="14"/>
                    </w:rPr>
                    <w:t>022 47 267</w:t>
                  </w:r>
                </w:p>
              </w:txbxContent>
            </v:textbox>
            <w10:wrap anchorx="page" anchory="page"/>
          </v:shape>
        </w:pict>
      </w: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CA5498" w:rsidP="002142C6">
      <w:pPr>
        <w:framePr w:w="4283" w:h="1985" w:hRule="exact" w:wrap="notBeside" w:vAnchor="page" w:hAnchor="page" w:x="3938" w:y="1598" w:anchorLock="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25pt;height:31.9pt">
            <v:imagedata r:id="rId5" o:title="logo_4"/>
          </v:shape>
        </w:pict>
      </w: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2142C6" w:rsidP="002142C6">
      <w:pPr>
        <w:framePr w:w="4283" w:h="1985" w:hRule="exact" w:wrap="notBeside" w:vAnchor="page" w:hAnchor="page" w:x="3938" w:y="1598" w:anchorLock="1"/>
      </w:pPr>
    </w:p>
    <w:p w:rsidR="002142C6" w:rsidRDefault="002142C6" w:rsidP="002142C6">
      <w:pPr>
        <w:pStyle w:val="Normln8"/>
        <w:framePr w:w="4283" w:h="1985" w:hRule="exact" w:wrap="notBeside" w:vAnchor="page" w:hAnchor="page" w:x="3938" w:y="1598" w:anchorLock="1"/>
        <w:rPr>
          <w:b/>
          <w:bCs/>
        </w:rPr>
      </w:pPr>
    </w:p>
    <w:p w:rsidR="002142C6" w:rsidRPr="004E6A7C" w:rsidRDefault="002142C6" w:rsidP="002142C6">
      <w:pPr>
        <w:pStyle w:val="Styl14"/>
        <w:framePr w:w="4283" w:h="1985" w:hRule="exact" w:wrap="notBeside" w:vAnchor="page" w:hAnchor="page" w:x="3938" w:y="1598" w:anchorLock="1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Studie DVT</w:t>
      </w:r>
      <w:r w:rsidRPr="004E6A7C">
        <w:rPr>
          <w:b/>
          <w:bCs/>
          <w:sz w:val="20"/>
          <w:szCs w:val="20"/>
        </w:rPr>
        <w:t xml:space="preserve"> </w:t>
      </w:r>
    </w:p>
    <w:p w:rsidR="002142C6" w:rsidRDefault="002142C6" w:rsidP="002142C6">
      <w:pPr>
        <w:pStyle w:val="Styl14"/>
        <w:framePr w:w="4283" w:h="1985" w:hRule="exact" w:wrap="notBeside" w:vAnchor="page" w:hAnchor="page" w:x="3938" w:y="1598" w:anchorLock="1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Ludgeřovický potok</w:t>
      </w:r>
    </w:p>
    <w:p w:rsidR="002142C6" w:rsidRDefault="002142C6" w:rsidP="002142C6">
      <w:pPr>
        <w:pStyle w:val="Styl14"/>
        <w:framePr w:w="4283" w:h="1985" w:hRule="exact" w:wrap="notBeside" w:vAnchor="page" w:hAnchor="page" w:x="3938" w:y="1598" w:anchorLock="1"/>
        <w:jc w:val="center"/>
        <w:rPr>
          <w:bCs/>
          <w:sz w:val="20"/>
          <w:szCs w:val="20"/>
        </w:rPr>
      </w:pPr>
    </w:p>
    <w:p w:rsidR="002142C6" w:rsidRPr="004F7C24" w:rsidRDefault="002142C6" w:rsidP="002142C6">
      <w:pPr>
        <w:pStyle w:val="Styl14"/>
        <w:framePr w:w="4283" w:h="1985" w:hRule="exact" w:wrap="notBeside" w:vAnchor="page" w:hAnchor="page" w:x="3938" w:y="1598" w:anchorLock="1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Květen 2013</w:t>
      </w:r>
    </w:p>
    <w:p w:rsidR="00D41F45" w:rsidRDefault="00CA5498">
      <w:pPr>
        <w:pStyle w:val="Normln8"/>
        <w:rPr>
          <w:b/>
          <w:bCs/>
        </w:rPr>
      </w:pPr>
      <w:r>
        <w:rPr>
          <w:b/>
          <w:bCs/>
          <w:noProof/>
        </w:rPr>
        <w:pict>
          <v:shape id="_x0000_s1038" type="#_x0000_t202" style="position:absolute;margin-left:129.35pt;margin-top:178.85pt;width:135.15pt;height:83.2pt;z-index:2;mso-position-horizontal-relative:page;mso-position-vertical-relative:page" filled="f" stroked="f">
            <v:textbox style="mso-next-textbox:#_x0000_s1038">
              <w:txbxContent>
                <w:p w:rsidR="004E6A7C" w:rsidRPr="00772409" w:rsidRDefault="004E6A7C" w:rsidP="00772409">
                  <w:pPr>
                    <w:pStyle w:val="Normln8"/>
                    <w:ind w:firstLine="180"/>
                    <w:rPr>
                      <w:i w:val="0"/>
                      <w:sz w:val="14"/>
                      <w:szCs w:val="14"/>
                    </w:rPr>
                  </w:pPr>
                  <w:r w:rsidRPr="00772409">
                    <w:rPr>
                      <w:b/>
                      <w:i w:val="0"/>
                      <w:sz w:val="14"/>
                      <w:szCs w:val="14"/>
                    </w:rPr>
                    <w:t>Objednatel</w:t>
                  </w:r>
                  <w:r w:rsidRPr="00772409">
                    <w:rPr>
                      <w:i w:val="0"/>
                      <w:sz w:val="14"/>
                      <w:szCs w:val="14"/>
                    </w:rPr>
                    <w:t>:</w:t>
                  </w:r>
                </w:p>
                <w:p w:rsidR="004E6A7C" w:rsidRPr="00772409" w:rsidRDefault="00964062" w:rsidP="00772409">
                  <w:pPr>
                    <w:pStyle w:val="Normln8"/>
                    <w:ind w:firstLine="180"/>
                    <w:rPr>
                      <w:i w:val="0"/>
                      <w:sz w:val="14"/>
                      <w:szCs w:val="14"/>
                    </w:rPr>
                  </w:pPr>
                  <w:r w:rsidRPr="00964062">
                    <w:rPr>
                      <w:i w:val="0"/>
                      <w:sz w:val="14"/>
                      <w:szCs w:val="14"/>
                    </w:rPr>
                    <w:t>Povodí Odry, s. p.</w:t>
                  </w:r>
                </w:p>
                <w:p w:rsidR="00F95DC5" w:rsidRDefault="00F95DC5" w:rsidP="00772409">
                  <w:pPr>
                    <w:pStyle w:val="Normln8"/>
                    <w:ind w:firstLine="180"/>
                    <w:rPr>
                      <w:i w:val="0"/>
                      <w:sz w:val="14"/>
                      <w:szCs w:val="14"/>
                    </w:rPr>
                  </w:pPr>
                  <w:r>
                    <w:rPr>
                      <w:i w:val="0"/>
                      <w:sz w:val="14"/>
                      <w:szCs w:val="14"/>
                    </w:rPr>
                    <w:t>VHP Skotnice</w:t>
                  </w:r>
                </w:p>
                <w:p w:rsidR="004E6A7C" w:rsidRPr="00772409" w:rsidRDefault="00F95DC5" w:rsidP="00772409">
                  <w:pPr>
                    <w:pStyle w:val="Normln8"/>
                    <w:ind w:firstLine="180"/>
                    <w:rPr>
                      <w:i w:val="0"/>
                      <w:sz w:val="14"/>
                      <w:szCs w:val="14"/>
                    </w:rPr>
                  </w:pPr>
                  <w:r>
                    <w:rPr>
                      <w:i w:val="0"/>
                      <w:sz w:val="14"/>
                      <w:szCs w:val="14"/>
                    </w:rPr>
                    <w:t>Na Dolách 81</w:t>
                  </w:r>
                </w:p>
                <w:p w:rsidR="004E6A7C" w:rsidRPr="00772409" w:rsidRDefault="00F95DC5" w:rsidP="00772409">
                  <w:pPr>
                    <w:pStyle w:val="Normln8"/>
                    <w:ind w:firstLine="180"/>
                    <w:rPr>
                      <w:i w:val="0"/>
                      <w:sz w:val="14"/>
                      <w:szCs w:val="14"/>
                    </w:rPr>
                  </w:pPr>
                  <w:r>
                    <w:rPr>
                      <w:i w:val="0"/>
                      <w:sz w:val="14"/>
                      <w:szCs w:val="14"/>
                    </w:rPr>
                    <w:t>Skotnice</w:t>
                  </w:r>
                  <w:r w:rsidR="00964062" w:rsidRPr="00964062">
                    <w:rPr>
                      <w:i w:val="0"/>
                      <w:sz w:val="14"/>
                      <w:szCs w:val="14"/>
                    </w:rPr>
                    <w:t xml:space="preserve">, </w:t>
                  </w:r>
                  <w:r>
                    <w:rPr>
                      <w:i w:val="0"/>
                      <w:sz w:val="14"/>
                      <w:szCs w:val="14"/>
                    </w:rPr>
                    <w:t>742 59</w:t>
                  </w:r>
                  <w:r w:rsidR="004E6A7C" w:rsidRPr="00772409">
                    <w:rPr>
                      <w:i w:val="0"/>
                      <w:sz w:val="14"/>
                      <w:szCs w:val="14"/>
                    </w:rPr>
                    <w:t xml:space="preserve"> </w:t>
                  </w:r>
                </w:p>
                <w:p w:rsidR="004E6A7C" w:rsidRPr="009015A0" w:rsidRDefault="00CA5498" w:rsidP="00772409">
                  <w:pPr>
                    <w:pStyle w:val="Normln8"/>
                    <w:ind w:firstLine="180"/>
                    <w:rPr>
                      <w:i w:val="0"/>
                      <w:sz w:val="14"/>
                      <w:szCs w:val="14"/>
                    </w:rPr>
                  </w:pPr>
                  <w:hyperlink r:id="rId6" w:history="1">
                    <w:r w:rsidR="00F95DC5" w:rsidRPr="006C1E57">
                      <w:rPr>
                        <w:rStyle w:val="Hypertextovodkaz"/>
                        <w:i w:val="0"/>
                        <w:sz w:val="14"/>
                        <w:szCs w:val="14"/>
                      </w:rPr>
                      <w:t>roman.volny@pod.cz</w:t>
                    </w:r>
                  </w:hyperlink>
                </w:p>
                <w:p w:rsidR="00964062" w:rsidRDefault="009015A0" w:rsidP="00772409">
                  <w:pPr>
                    <w:pStyle w:val="Normln8"/>
                    <w:ind w:firstLine="180"/>
                    <w:rPr>
                      <w:i w:val="0"/>
                      <w:sz w:val="14"/>
                      <w:szCs w:val="14"/>
                    </w:rPr>
                  </w:pPr>
                  <w:r>
                    <w:rPr>
                      <w:i w:val="0"/>
                      <w:sz w:val="14"/>
                      <w:szCs w:val="14"/>
                    </w:rPr>
                    <w:t>724 142 788</w:t>
                  </w:r>
                </w:p>
                <w:p w:rsidR="00964062" w:rsidRPr="00772409" w:rsidRDefault="00964062" w:rsidP="00772409">
                  <w:pPr>
                    <w:pStyle w:val="Normln8"/>
                    <w:ind w:firstLine="180"/>
                    <w:rPr>
                      <w:i w:val="0"/>
                      <w:sz w:val="14"/>
                      <w:szCs w:val="14"/>
                    </w:rPr>
                  </w:pPr>
                </w:p>
                <w:p w:rsidR="004E6A7C" w:rsidRPr="00772409" w:rsidRDefault="004E6A7C" w:rsidP="00772409">
                  <w:pPr>
                    <w:pStyle w:val="Normln8"/>
                    <w:ind w:firstLine="180"/>
                    <w:rPr>
                      <w:i w:val="0"/>
                      <w:sz w:val="14"/>
                      <w:szCs w:val="14"/>
                    </w:rPr>
                  </w:pPr>
                  <w:r w:rsidRPr="00772409">
                    <w:rPr>
                      <w:i w:val="0"/>
                      <w:sz w:val="14"/>
                      <w:szCs w:val="14"/>
                    </w:rPr>
                    <w:t xml:space="preserve">IČ: </w:t>
                  </w:r>
                  <w:r w:rsidR="00964062" w:rsidRPr="00964062">
                    <w:rPr>
                      <w:i w:val="0"/>
                      <w:sz w:val="14"/>
                      <w:szCs w:val="14"/>
                    </w:rPr>
                    <w:t>708</w:t>
                  </w:r>
                  <w:r w:rsidR="00964062">
                    <w:rPr>
                      <w:i w:val="0"/>
                      <w:sz w:val="14"/>
                      <w:szCs w:val="14"/>
                    </w:rPr>
                    <w:t xml:space="preserve"> </w:t>
                  </w:r>
                  <w:r w:rsidR="00964062" w:rsidRPr="00964062">
                    <w:rPr>
                      <w:i w:val="0"/>
                      <w:sz w:val="14"/>
                      <w:szCs w:val="14"/>
                    </w:rPr>
                    <w:t>90</w:t>
                  </w:r>
                  <w:r w:rsidR="00964062">
                    <w:rPr>
                      <w:i w:val="0"/>
                      <w:sz w:val="14"/>
                      <w:szCs w:val="14"/>
                    </w:rPr>
                    <w:t xml:space="preserve"> </w:t>
                  </w:r>
                  <w:r w:rsidR="00964062" w:rsidRPr="00964062">
                    <w:rPr>
                      <w:i w:val="0"/>
                      <w:sz w:val="14"/>
                      <w:szCs w:val="14"/>
                    </w:rPr>
                    <w:t>021</w:t>
                  </w:r>
                </w:p>
              </w:txbxContent>
            </v:textbox>
            <w10:wrap anchorx="page" anchory="page"/>
          </v:shape>
        </w:pict>
      </w:r>
    </w:p>
    <w:p w:rsidR="00D41F45" w:rsidRDefault="00D41F45"/>
    <w:p w:rsidR="00D41F45" w:rsidRDefault="00D41F45"/>
    <w:p w:rsidR="00D41F45" w:rsidRDefault="00D41F45"/>
    <w:p w:rsidR="00D41F45" w:rsidRDefault="00D41F45"/>
    <w:p w:rsidR="00D41F45" w:rsidRDefault="00D41F45"/>
    <w:p w:rsidR="00D41F45" w:rsidRDefault="00D41F45"/>
    <w:p w:rsidR="00D41F45" w:rsidRDefault="00D41F45"/>
    <w:p w:rsidR="00D41F45" w:rsidRDefault="00D41F45"/>
    <w:p w:rsidR="00D41F45" w:rsidRDefault="00D41F45"/>
    <w:p w:rsidR="00625687" w:rsidRDefault="00625687"/>
    <w:p w:rsidR="00D41F45" w:rsidRDefault="00CA5498" w:rsidP="00593868">
      <w:pPr>
        <w:jc w:val="center"/>
      </w:pPr>
      <w:r>
        <w:pict>
          <v:shape id="_x0000_i1026" type="#_x0000_t75" style="width:120.25pt;height:16.3pt">
            <v:imagedata r:id="rId7" o:title="logo-golik-vh"/>
          </v:shape>
        </w:pict>
      </w:r>
    </w:p>
    <w:p w:rsidR="00625687" w:rsidRDefault="00625687"/>
    <w:p w:rsidR="00625687" w:rsidRDefault="00625687"/>
    <w:p w:rsidR="00625687" w:rsidRDefault="00625687" w:rsidP="00625687">
      <w:pPr>
        <w:pStyle w:val="Normln8"/>
        <w:rPr>
          <w:b/>
          <w:bCs/>
        </w:rPr>
      </w:pPr>
    </w:p>
    <w:p w:rsidR="004E043D" w:rsidRDefault="004E043D" w:rsidP="002142C6">
      <w:pPr>
        <w:pStyle w:val="Normln8"/>
        <w:jc w:val="center"/>
      </w:pPr>
    </w:p>
    <w:p w:rsidR="00841435" w:rsidRDefault="00841435" w:rsidP="002142C6">
      <w:pPr>
        <w:pStyle w:val="Normln8"/>
        <w:jc w:val="center"/>
      </w:pPr>
    </w:p>
    <w:p w:rsidR="00841435" w:rsidRDefault="00841435" w:rsidP="002142C6">
      <w:pPr>
        <w:pStyle w:val="Normln8"/>
        <w:jc w:val="center"/>
      </w:pPr>
    </w:p>
    <w:p w:rsidR="00841435" w:rsidRDefault="00841435" w:rsidP="002142C6">
      <w:pPr>
        <w:pStyle w:val="Normln8"/>
        <w:jc w:val="center"/>
      </w:pPr>
    </w:p>
    <w:p w:rsidR="00E1314D" w:rsidRDefault="00E1314D" w:rsidP="002142C6">
      <w:pPr>
        <w:pStyle w:val="Normln8"/>
        <w:jc w:val="center"/>
      </w:pPr>
    </w:p>
    <w:p w:rsidR="00E1314D" w:rsidRDefault="00E1314D" w:rsidP="002142C6">
      <w:pPr>
        <w:pStyle w:val="Normln8"/>
        <w:jc w:val="center"/>
      </w:pPr>
    </w:p>
    <w:p w:rsidR="002142C6" w:rsidRDefault="002142C6" w:rsidP="002142C6">
      <w:pPr>
        <w:pStyle w:val="Normln8"/>
        <w:jc w:val="center"/>
        <w:rPr>
          <w:b/>
          <w:bCs/>
        </w:rPr>
      </w:pPr>
    </w:p>
    <w:sectPr w:rsidR="00214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8E0"/>
    <w:rsid w:val="0001168C"/>
    <w:rsid w:val="00127B9E"/>
    <w:rsid w:val="00141E4E"/>
    <w:rsid w:val="00164D66"/>
    <w:rsid w:val="00197273"/>
    <w:rsid w:val="001C2DDB"/>
    <w:rsid w:val="001C55EB"/>
    <w:rsid w:val="001D65E2"/>
    <w:rsid w:val="002142C6"/>
    <w:rsid w:val="00231E21"/>
    <w:rsid w:val="00236C5D"/>
    <w:rsid w:val="0024320A"/>
    <w:rsid w:val="0026311B"/>
    <w:rsid w:val="00274A48"/>
    <w:rsid w:val="0028192D"/>
    <w:rsid w:val="002B7B71"/>
    <w:rsid w:val="002E6B9F"/>
    <w:rsid w:val="003254D2"/>
    <w:rsid w:val="003C3698"/>
    <w:rsid w:val="003E7E65"/>
    <w:rsid w:val="0040066F"/>
    <w:rsid w:val="0040106F"/>
    <w:rsid w:val="004072C6"/>
    <w:rsid w:val="0042034D"/>
    <w:rsid w:val="00432CFE"/>
    <w:rsid w:val="00442D38"/>
    <w:rsid w:val="004D15F5"/>
    <w:rsid w:val="004E043D"/>
    <w:rsid w:val="004E6A7C"/>
    <w:rsid w:val="004F7C24"/>
    <w:rsid w:val="00555FF1"/>
    <w:rsid w:val="005562E3"/>
    <w:rsid w:val="00571272"/>
    <w:rsid w:val="00593868"/>
    <w:rsid w:val="005A23CF"/>
    <w:rsid w:val="005B2D63"/>
    <w:rsid w:val="005C036E"/>
    <w:rsid w:val="00622D90"/>
    <w:rsid w:val="00625687"/>
    <w:rsid w:val="00672BDA"/>
    <w:rsid w:val="006E52B0"/>
    <w:rsid w:val="00700452"/>
    <w:rsid w:val="00713AC2"/>
    <w:rsid w:val="007274FA"/>
    <w:rsid w:val="00734407"/>
    <w:rsid w:val="00772409"/>
    <w:rsid w:val="00781393"/>
    <w:rsid w:val="007C6723"/>
    <w:rsid w:val="007D1F96"/>
    <w:rsid w:val="007D7D81"/>
    <w:rsid w:val="0080023C"/>
    <w:rsid w:val="00803625"/>
    <w:rsid w:val="00806072"/>
    <w:rsid w:val="00811442"/>
    <w:rsid w:val="00841435"/>
    <w:rsid w:val="0087096D"/>
    <w:rsid w:val="00887ED0"/>
    <w:rsid w:val="00893707"/>
    <w:rsid w:val="008A4931"/>
    <w:rsid w:val="008A70F8"/>
    <w:rsid w:val="009015A0"/>
    <w:rsid w:val="00907862"/>
    <w:rsid w:val="00946209"/>
    <w:rsid w:val="00964062"/>
    <w:rsid w:val="00992762"/>
    <w:rsid w:val="009C7A2B"/>
    <w:rsid w:val="009F283A"/>
    <w:rsid w:val="00A37B01"/>
    <w:rsid w:val="00A55314"/>
    <w:rsid w:val="00A91677"/>
    <w:rsid w:val="00AF77EA"/>
    <w:rsid w:val="00B27D5F"/>
    <w:rsid w:val="00B516B2"/>
    <w:rsid w:val="00B51CEF"/>
    <w:rsid w:val="00BA2CA5"/>
    <w:rsid w:val="00BB23E3"/>
    <w:rsid w:val="00C01FBB"/>
    <w:rsid w:val="00C11022"/>
    <w:rsid w:val="00C4283C"/>
    <w:rsid w:val="00C540E8"/>
    <w:rsid w:val="00CA5498"/>
    <w:rsid w:val="00CB3DB7"/>
    <w:rsid w:val="00CC7047"/>
    <w:rsid w:val="00CE7057"/>
    <w:rsid w:val="00D41F45"/>
    <w:rsid w:val="00D831C4"/>
    <w:rsid w:val="00DA22F6"/>
    <w:rsid w:val="00DF703C"/>
    <w:rsid w:val="00E05C35"/>
    <w:rsid w:val="00E1314D"/>
    <w:rsid w:val="00E33FBE"/>
    <w:rsid w:val="00E72DC1"/>
    <w:rsid w:val="00E930D4"/>
    <w:rsid w:val="00EC662A"/>
    <w:rsid w:val="00F00BFD"/>
    <w:rsid w:val="00F23542"/>
    <w:rsid w:val="00F708E0"/>
    <w:rsid w:val="00F812A2"/>
    <w:rsid w:val="00F95DC5"/>
    <w:rsid w:val="00FB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10"/>
    <w:basedOn w:val="Normln"/>
    <w:pPr>
      <w:keepLines/>
      <w:framePr w:hSpace="142" w:vSpace="142" w:wrap="notBeside" w:vAnchor="text" w:hAnchor="text" w:y="1"/>
      <w:widowControl w:val="0"/>
    </w:pPr>
  </w:style>
  <w:style w:type="paragraph" w:customStyle="1" w:styleId="Styl14">
    <w:name w:val="Styl 14"/>
    <w:basedOn w:val="Normln"/>
    <w:rsid w:val="00C01FBB"/>
    <w:pPr>
      <w:keepLines/>
      <w:widowControl w:val="0"/>
      <w:spacing w:before="100" w:after="100"/>
      <w:ind w:left="284" w:right="284"/>
    </w:pPr>
    <w:rPr>
      <w:sz w:val="28"/>
    </w:rPr>
  </w:style>
  <w:style w:type="paragraph" w:customStyle="1" w:styleId="Normln8">
    <w:name w:val="Normální 8"/>
    <w:basedOn w:val="Normln"/>
    <w:rPr>
      <w:i/>
      <w:sz w:val="16"/>
    </w:rPr>
  </w:style>
  <w:style w:type="paragraph" w:customStyle="1" w:styleId="Normln6">
    <w:name w:val="Normální 6"/>
    <w:basedOn w:val="Normln"/>
    <w:rPr>
      <w:sz w:val="12"/>
    </w:rPr>
  </w:style>
  <w:style w:type="character" w:styleId="Hypertextovodkaz">
    <w:name w:val="Hyperlink"/>
    <w:rsid w:val="004E6A7C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4D15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semiHidden/>
    <w:rsid w:val="004D15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9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man.volny@pod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2000\Templates\Word\Ostatn&#237;\CD_STITEK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CD_STITEK</Template>
  <TotalTime>19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VD Nové Heřminovy</vt:lpstr>
    </vt:vector>
  </TitlesOfParts>
  <Company/>
  <LinksUpToDate>false</LinksUpToDate>
  <CharactersWithSpaces>139</CharactersWithSpaces>
  <SharedDoc>false</SharedDoc>
  <HLinks>
    <vt:vector size="6" baseType="variant">
      <vt:variant>
        <vt:i4>4915234</vt:i4>
      </vt:variant>
      <vt:variant>
        <vt:i4>0</vt:i4>
      </vt:variant>
      <vt:variant>
        <vt:i4>0</vt:i4>
      </vt:variant>
      <vt:variant>
        <vt:i4>5</vt:i4>
      </vt:variant>
      <vt:variant>
        <vt:lpwstr>mailto:jiri.konecny@pod.cz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Jiří Čejp</cp:lastModifiedBy>
  <cp:revision>21</cp:revision>
  <cp:lastPrinted>2018-08-02T09:08:00Z</cp:lastPrinted>
  <dcterms:created xsi:type="dcterms:W3CDTF">2016-05-13T12:55:00Z</dcterms:created>
  <dcterms:modified xsi:type="dcterms:W3CDTF">2021-03-01T08:38:00Z</dcterms:modified>
</cp:coreProperties>
</file>